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363A58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0B2769" w:rsidRPr="00C1077D" w:rsidRDefault="000B2769" w:rsidP="000B2769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bookmarkEnd w:id="0"/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3495675" cy="48577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E3C" w:rsidRDefault="00944E3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E3C" w:rsidRDefault="00944E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E3C" w:rsidRDefault="00944E3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944E3C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0B2769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E3C" w:rsidRDefault="00944E3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17DE5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2769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3A58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4E3C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7635B5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747BBCF-DCF2-45C3-BF97-9084F51FCEA2}"/>
</file>

<file path=customXml/itemProps2.xml><?xml version="1.0" encoding="utf-8"?>
<ds:datastoreItem xmlns:ds="http://schemas.openxmlformats.org/officeDocument/2006/customXml" ds:itemID="{DF4A7DA2-4696-4F01-8EDC-B261E646A3CC}"/>
</file>

<file path=customXml/itemProps3.xml><?xml version="1.0" encoding="utf-8"?>
<ds:datastoreItem xmlns:ds="http://schemas.openxmlformats.org/officeDocument/2006/customXml" ds:itemID="{108AAA9E-F18B-42E8-AB1D-EAFB15CFC4F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205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12</cp:revision>
  <cp:lastPrinted>2011-12-15T11:14:00Z</cp:lastPrinted>
  <dcterms:created xsi:type="dcterms:W3CDTF">2020-04-08T13:29:00Z</dcterms:created>
  <dcterms:modified xsi:type="dcterms:W3CDTF">2020-05-07T12:22:00Z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